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58D9685F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626EFF">
        <w:rPr>
          <w:rFonts w:ascii="Corbel" w:hAnsi="Corbel"/>
          <w:i/>
          <w:smallCaps/>
          <w:sz w:val="24"/>
          <w:szCs w:val="24"/>
        </w:rPr>
        <w:t>2021/2024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39922766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626EFF">
        <w:rPr>
          <w:rFonts w:ascii="Corbel" w:hAnsi="Corbel"/>
          <w:sz w:val="20"/>
          <w:szCs w:val="20"/>
        </w:rPr>
        <w:t>2021/2022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046EB9" w:rsidTr="00046EB9" w14:paraId="5781A5CB" wp14:textId="77777777">
        <w:tc>
          <w:tcPr>
            <w:tcW w:w="2694" w:type="dxa"/>
            <w:vAlign w:val="center"/>
          </w:tcPr>
          <w:p w:rsidRPr="009C54AE" w:rsidR="00046EB9" w:rsidP="006477A8" w:rsidRDefault="00046EB9" w14:paraId="59701564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046EB9" w:rsidR="00046EB9" w:rsidP="006477A8" w:rsidRDefault="00046EB9" w14:paraId="4D590EF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46EB9">
              <w:rPr>
                <w:rFonts w:ascii="Corbel" w:hAnsi="Corbel"/>
                <w:sz w:val="24"/>
                <w:szCs w:val="24"/>
              </w:rPr>
              <w:t>Translatorium</w:t>
            </w:r>
            <w:proofErr w:type="spellEnd"/>
          </w:p>
        </w:tc>
      </w:tr>
      <w:tr xmlns:wp14="http://schemas.microsoft.com/office/word/2010/wordml" w:rsidRPr="009C54AE" w:rsidR="00046EB9" w:rsidTr="00046EB9" w14:paraId="0FCE4DD9" wp14:textId="77777777">
        <w:tc>
          <w:tcPr>
            <w:tcW w:w="2694" w:type="dxa"/>
            <w:vAlign w:val="center"/>
          </w:tcPr>
          <w:p w:rsidRPr="009C54AE" w:rsidR="00046EB9" w:rsidP="006477A8" w:rsidRDefault="00046EB9" w14:paraId="4CA29152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046EB9" w:rsidR="00046EB9" w:rsidP="006477A8" w:rsidRDefault="00046EB9" w14:paraId="16C6682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BW74</w:t>
            </w:r>
          </w:p>
        </w:tc>
      </w:tr>
      <w:tr xmlns:wp14="http://schemas.microsoft.com/office/word/2010/wordml" w:rsidRPr="009C54AE" w:rsidR="00046EB9" w:rsidTr="00046EB9" w14:paraId="5C0172EC" wp14:textId="77777777">
        <w:tc>
          <w:tcPr>
            <w:tcW w:w="2694" w:type="dxa"/>
            <w:vAlign w:val="center"/>
          </w:tcPr>
          <w:p w:rsidRPr="009C54AE" w:rsidR="00046EB9" w:rsidP="006477A8" w:rsidRDefault="00046EB9" w14:paraId="249A5C16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046EB9" w:rsidR="00046EB9" w:rsidP="006477A8" w:rsidRDefault="00046EB9" w14:paraId="7E3E300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046EB9" w:rsidTr="00046EB9" w14:paraId="4FEDF307" wp14:textId="77777777">
        <w:tc>
          <w:tcPr>
            <w:tcW w:w="2694" w:type="dxa"/>
            <w:vAlign w:val="center"/>
          </w:tcPr>
          <w:p w:rsidRPr="009C54AE" w:rsidR="00046EB9" w:rsidP="006477A8" w:rsidRDefault="00046EB9" w14:paraId="0A39E105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046EB9" w:rsidR="00046EB9" w:rsidP="006477A8" w:rsidRDefault="00046EB9" w14:paraId="56BCBDC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xmlns:wp14="http://schemas.microsoft.com/office/word/2010/wordml" w:rsidRPr="009C54AE" w:rsidR="00046EB9" w:rsidTr="00046EB9" w14:paraId="2E34D1D7" wp14:textId="77777777">
        <w:tc>
          <w:tcPr>
            <w:tcW w:w="2694" w:type="dxa"/>
            <w:vAlign w:val="center"/>
          </w:tcPr>
          <w:p w:rsidRPr="009C54AE" w:rsidR="00046EB9" w:rsidP="006477A8" w:rsidRDefault="00046EB9" w14:paraId="4B835047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046EB9" w:rsidR="00046EB9" w:rsidP="006477A8" w:rsidRDefault="00046EB9" w14:paraId="77EEADC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046EB9" w:rsidTr="00046EB9" w14:paraId="4426C349" wp14:textId="77777777">
        <w:tc>
          <w:tcPr>
            <w:tcW w:w="2694" w:type="dxa"/>
            <w:vAlign w:val="center"/>
          </w:tcPr>
          <w:p w:rsidRPr="009C54AE" w:rsidR="00046EB9" w:rsidP="006477A8" w:rsidRDefault="00046EB9" w14:paraId="448A1CED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046EB9" w:rsidR="00046EB9" w:rsidP="006477A8" w:rsidRDefault="00046EB9" w14:paraId="3105A92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9C54AE" w:rsidR="00046EB9" w:rsidTr="00046EB9" w14:paraId="3B32AF2E" wp14:textId="77777777">
        <w:tc>
          <w:tcPr>
            <w:tcW w:w="2694" w:type="dxa"/>
            <w:vAlign w:val="center"/>
          </w:tcPr>
          <w:p w:rsidRPr="009C54AE" w:rsidR="00046EB9" w:rsidP="006477A8" w:rsidRDefault="00046EB9" w14:paraId="04C0481C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046EB9" w:rsidR="00046EB9" w:rsidP="006477A8" w:rsidRDefault="00046EB9" w14:paraId="439CFC3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046EB9" w:rsidTr="00046EB9" w14:paraId="0132ED40" wp14:textId="77777777">
        <w:tc>
          <w:tcPr>
            <w:tcW w:w="2694" w:type="dxa"/>
            <w:vAlign w:val="center"/>
          </w:tcPr>
          <w:p w:rsidRPr="009C54AE" w:rsidR="00046EB9" w:rsidP="006477A8" w:rsidRDefault="00046EB9" w14:paraId="7C3992E0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046EB9" w:rsidR="00046EB9" w:rsidP="006477A8" w:rsidRDefault="00046EB9" w14:paraId="5C7FA26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niestacjonarne</w:t>
            </w:r>
          </w:p>
        </w:tc>
      </w:tr>
      <w:tr xmlns:wp14="http://schemas.microsoft.com/office/word/2010/wordml" w:rsidRPr="009C54AE" w:rsidR="00046EB9" w:rsidTr="00046EB9" w14:paraId="24611DBD" wp14:textId="77777777">
        <w:tc>
          <w:tcPr>
            <w:tcW w:w="2694" w:type="dxa"/>
            <w:vAlign w:val="center"/>
          </w:tcPr>
          <w:p w:rsidRPr="009C54AE" w:rsidR="00046EB9" w:rsidP="006477A8" w:rsidRDefault="00046EB9" w14:paraId="47AAF248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046EB9" w:rsidR="00046EB9" w:rsidP="006477A8" w:rsidRDefault="00046EB9" w14:paraId="7D5AFD3B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rok </w:t>
            </w:r>
            <w:r w:rsidRPr="00046EB9">
              <w:rPr>
                <w:rFonts w:ascii="Corbel" w:hAnsi="Corbel"/>
                <w:sz w:val="24"/>
                <w:szCs w:val="24"/>
              </w:rPr>
              <w:t>/II</w:t>
            </w:r>
            <w:r>
              <w:rPr>
                <w:rFonts w:ascii="Corbel" w:hAnsi="Corbel"/>
                <w:sz w:val="24"/>
                <w:szCs w:val="24"/>
              </w:rPr>
              <w:t xml:space="preserve"> semestr (letni)</w:t>
            </w:r>
          </w:p>
        </w:tc>
      </w:tr>
      <w:tr xmlns:wp14="http://schemas.microsoft.com/office/word/2010/wordml" w:rsidRPr="009C54AE" w:rsidR="00046EB9" w:rsidTr="00046EB9" w14:paraId="480733A6" wp14:textId="77777777">
        <w:tc>
          <w:tcPr>
            <w:tcW w:w="2694" w:type="dxa"/>
            <w:vAlign w:val="center"/>
          </w:tcPr>
          <w:p w:rsidRPr="009C54AE" w:rsidR="00046EB9" w:rsidP="006477A8" w:rsidRDefault="00046EB9" w14:paraId="5863A118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046EB9" w:rsidR="00046EB9" w:rsidP="006477A8" w:rsidRDefault="00046EB9" w14:paraId="08EE4E0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obowiązkowy</w:t>
            </w:r>
          </w:p>
        </w:tc>
      </w:tr>
      <w:tr xmlns:wp14="http://schemas.microsoft.com/office/word/2010/wordml" w:rsidRPr="009C54AE" w:rsidR="00046EB9" w:rsidTr="00046EB9" w14:paraId="6381815D" wp14:textId="77777777">
        <w:tc>
          <w:tcPr>
            <w:tcW w:w="2694" w:type="dxa"/>
            <w:vAlign w:val="center"/>
          </w:tcPr>
          <w:p w:rsidRPr="009C54AE" w:rsidR="00046EB9" w:rsidP="006477A8" w:rsidRDefault="00046EB9" w14:paraId="13A990D4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046EB9" w:rsidR="00046EB9" w:rsidP="006477A8" w:rsidRDefault="00046EB9" w14:paraId="094655F8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polski/angielski</w:t>
            </w:r>
          </w:p>
        </w:tc>
      </w:tr>
      <w:tr xmlns:wp14="http://schemas.microsoft.com/office/word/2010/wordml" w:rsidRPr="009C54AE" w:rsidR="00046EB9" w:rsidTr="00046EB9" w14:paraId="2D4EACB4" wp14:textId="77777777">
        <w:tc>
          <w:tcPr>
            <w:tcW w:w="2694" w:type="dxa"/>
            <w:vAlign w:val="center"/>
          </w:tcPr>
          <w:p w:rsidRPr="009C54AE" w:rsidR="00046EB9" w:rsidP="006477A8" w:rsidRDefault="00046EB9" w14:paraId="69C2AF6E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046EB9" w:rsidR="00046EB9" w:rsidP="006477A8" w:rsidRDefault="00046EB9" w14:paraId="5A76FA4A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dr Anna Kołomycew</w:t>
            </w:r>
          </w:p>
        </w:tc>
      </w:tr>
      <w:tr xmlns:wp14="http://schemas.microsoft.com/office/word/2010/wordml" w:rsidRPr="009C54AE" w:rsidR="00046EB9" w:rsidTr="00046EB9" w14:paraId="6F309DE1" wp14:textId="77777777">
        <w:tc>
          <w:tcPr>
            <w:tcW w:w="2694" w:type="dxa"/>
            <w:vAlign w:val="center"/>
          </w:tcPr>
          <w:p w:rsidRPr="009C54AE" w:rsidR="00046EB9" w:rsidP="006477A8" w:rsidRDefault="00046EB9" w14:paraId="471FE442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046EB9" w:rsidR="00046EB9" w:rsidP="006477A8" w:rsidRDefault="00046EB9" w14:paraId="2FB54B2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 xml:space="preserve">dr </w:t>
            </w:r>
            <w:r w:rsidR="00120FFD">
              <w:rPr>
                <w:rFonts w:ascii="Corbel" w:hAnsi="Corbel"/>
                <w:sz w:val="24"/>
                <w:szCs w:val="24"/>
              </w:rPr>
              <w:t>Mira Malczyńska-Biały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0E30031E" w14:paraId="4A00F406" wp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E30031E" w:rsidRDefault="00015B8F" wp14:noSpellErr="1" w14:paraId="4725A879" wp14:textId="3184D105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E30031E" w:rsidR="00015B8F">
              <w:rPr>
                <w:rFonts w:ascii="Corbel" w:hAnsi="Corbel"/>
              </w:rPr>
              <w:t>Inne (jakie?)</w:t>
            </w:r>
          </w:p>
          <w:p w:rsidRPr="009C54AE" w:rsidR="00015B8F" w:rsidP="0E30031E" w:rsidRDefault="00015B8F" w14:paraId="5B5B1B43" wp14:textId="2204038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E30031E" w:rsidR="0E30031E">
              <w:rPr>
                <w:rFonts w:ascii="Corbel" w:hAnsi="Corbel"/>
                <w:sz w:val="24"/>
                <w:szCs w:val="24"/>
              </w:rPr>
              <w:t>ZW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E30031E" w14:paraId="20AE4E12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126F88" w14:paraId="7F83DA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26EFF" w14:paraId="33CFEC6B" wp14:textId="170D85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E27B00A" wp14:textId="5BB33C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E30031E" w:rsidR="0E30031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126F88" w14:paraId="649841B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="00923D7D" w:rsidP="009C54AE" w:rsidRDefault="00923D7D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126F88" w:rsidP="009C54AE" w:rsidRDefault="00126F88" w14:paraId="44EAFD9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4B94D5A5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EC5DFA" w14:paraId="01988DE1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EC5DFA" w:rsidRDefault="00EC5DF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>
        <w:rPr>
          <w:rFonts w:hint="eastAsia"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3DEEC66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9C54AE" w:rsidP="009C54AE" w:rsidRDefault="009C54AE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126F88" w:rsidP="00126F88" w:rsidRDefault="00126F88" w14:paraId="55D48E7E" wp14:textId="77777777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651320"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="00E960BB" w:rsidP="009C54AE" w:rsidRDefault="00E960BB" w14:paraId="45FB081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745302" w14:paraId="6A47B69A" wp14:textId="77777777">
        <w:tc>
          <w:tcPr>
            <w:tcW w:w="9670" w:type="dxa"/>
          </w:tcPr>
          <w:p w:rsidRPr="009C54AE" w:rsidR="0085747A" w:rsidP="009C54AE" w:rsidRDefault="0085747A" w14:paraId="049F31CB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Pr="009C54AE" w:rsidR="00126F88" w:rsidP="00126F88" w:rsidRDefault="00126F88" w14:paraId="0FDE973E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43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w stopniu komunikatywnym w mowie i piśmie.</w:t>
            </w:r>
          </w:p>
          <w:p w:rsidRPr="009C54AE" w:rsidR="0085747A" w:rsidP="009C54AE" w:rsidRDefault="0085747A" w14:paraId="53128261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153C41" w:rsidP="009C54AE" w:rsidRDefault="00153C41" w14:paraId="62486C0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4B99056E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xmlns:wp14="http://schemas.microsoft.com/office/word/2010/wordml" w:rsidRPr="009C54AE" w:rsidR="00416146" w:rsidTr="00416146" w14:paraId="5CADEA78" wp14:textId="77777777">
        <w:tc>
          <w:tcPr>
            <w:tcW w:w="841" w:type="dxa"/>
          </w:tcPr>
          <w:p w:rsidRPr="00416146" w:rsidR="00416146" w:rsidP="00416146" w:rsidRDefault="00416146" w14:paraId="5372B5A4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</w:tcPr>
          <w:p w:rsidRPr="00416146" w:rsidR="00416146" w:rsidP="00416146" w:rsidRDefault="00416146" w14:paraId="532303DD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Zapoznanie studentów z terminologią z zakresu nauk społecznych oraz bezpieczeństwa wewnętrznego w języku angielskim.</w:t>
            </w:r>
          </w:p>
        </w:tc>
      </w:tr>
      <w:tr xmlns:wp14="http://schemas.microsoft.com/office/word/2010/wordml" w:rsidRPr="009C54AE" w:rsidR="00416146" w:rsidTr="00416146" w14:paraId="3D24E27F" wp14:textId="77777777">
        <w:tc>
          <w:tcPr>
            <w:tcW w:w="841" w:type="dxa"/>
          </w:tcPr>
          <w:p w:rsidRPr="00416146" w:rsidR="00416146" w:rsidP="00416146" w:rsidRDefault="00416146" w14:paraId="550CF7E8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:rsidRPr="00416146" w:rsidR="00416146" w:rsidP="00416146" w:rsidRDefault="00416146" w14:paraId="48B876D3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Przygotowanie studentów do podjęcia studiów w ośrodkach zagranicznych w ramach Programu Erasmus+ oraz pracy zawodowej z wykorzystaniem języka angielskiego. </w:t>
            </w:r>
          </w:p>
        </w:tc>
      </w:tr>
      <w:tr xmlns:wp14="http://schemas.microsoft.com/office/word/2010/wordml" w:rsidRPr="009C54AE" w:rsidR="00416146" w:rsidTr="00416146" w14:paraId="0C48E5EA" wp14:textId="77777777">
        <w:tc>
          <w:tcPr>
            <w:tcW w:w="841" w:type="dxa"/>
          </w:tcPr>
          <w:p w:rsidRPr="00416146" w:rsidR="00416146" w:rsidP="00416146" w:rsidRDefault="00416146" w14:paraId="53C0B3C4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9" w:type="dxa"/>
          </w:tcPr>
          <w:p w:rsidRPr="00416146" w:rsidR="00416146" w:rsidP="00416146" w:rsidRDefault="00416146" w14:paraId="5FB66E85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Zwrócenie uwagi studentów na problemy współczesnego świata, w tym kwestie dotyczące różnic kulturowych i językowych. </w:t>
            </w:r>
          </w:p>
        </w:tc>
      </w:tr>
    </w:tbl>
    <w:p xmlns:wp14="http://schemas.microsoft.com/office/word/2010/wordml" w:rsidRPr="009C54AE" w:rsidR="0085747A" w:rsidP="009C54AE" w:rsidRDefault="0085747A" w14:paraId="1299C43A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4DDBEF00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xmlns:wp14="http://schemas.microsoft.com/office/word/2010/wordml" w:rsidRPr="009C54AE" w:rsidR="0085747A" w:rsidTr="00416146" w14:paraId="61F38664" wp14:textId="77777777">
        <w:tc>
          <w:tcPr>
            <w:tcW w:w="168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416146" w:rsidTr="00416146" w14:paraId="6CFF90D1" wp14:textId="77777777">
        <w:tc>
          <w:tcPr>
            <w:tcW w:w="1681" w:type="dxa"/>
          </w:tcPr>
          <w:p w:rsidRPr="009D09D5" w:rsidR="00416146" w:rsidP="00416146" w:rsidRDefault="00416146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</w:t>
            </w:r>
            <w:r w:rsidRPr="009D09D5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:rsidRPr="009D09D5" w:rsidR="00416146" w:rsidP="00416146" w:rsidRDefault="00416146" w14:paraId="3AFC67A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 xml:space="preserve">Definiuje w języku angielskim podstawowe pojęcia z zakresu </w:t>
            </w:r>
            <w:r>
              <w:rPr>
                <w:rFonts w:ascii="Corbel" w:hAnsi="Corbel"/>
                <w:b w:val="0"/>
                <w:smallCaps w:val="0"/>
              </w:rPr>
              <w:t xml:space="preserve">nauk społecznych i </w:t>
            </w:r>
            <w:r w:rsidRPr="009D09D5">
              <w:rPr>
                <w:rFonts w:ascii="Corbel" w:hAnsi="Corbel"/>
                <w:b w:val="0"/>
                <w:smallCaps w:val="0"/>
              </w:rPr>
              <w:t>bezpieczeństwa wewnętrznego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:rsidRPr="009D09D5" w:rsidR="00416146" w:rsidP="00416146" w:rsidRDefault="00416146" w14:paraId="262F74A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</w:rPr>
              <w:t>W01</w:t>
            </w:r>
          </w:p>
        </w:tc>
      </w:tr>
      <w:tr xmlns:wp14="http://schemas.microsoft.com/office/word/2010/wordml" w:rsidRPr="009C54AE" w:rsidR="00416146" w:rsidTr="00416146" w14:paraId="0926B850" wp14:textId="77777777">
        <w:tc>
          <w:tcPr>
            <w:tcW w:w="1681" w:type="dxa"/>
          </w:tcPr>
          <w:p w:rsidRPr="009D09D5" w:rsidR="00416146" w:rsidP="00416146" w:rsidRDefault="00416146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:rsidRPr="009D09D5" w:rsidR="00416146" w:rsidP="00416146" w:rsidRDefault="00416146" w14:paraId="41BB3C6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 xml:space="preserve">Posiada kompetencje w zakresie </w:t>
            </w:r>
            <w:r>
              <w:rPr>
                <w:rFonts w:ascii="Corbel" w:hAnsi="Corbel"/>
                <w:b w:val="0"/>
                <w:smallCaps w:val="0"/>
              </w:rPr>
              <w:t>znajomości języka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 angielskiego z uwzględnieniem </w:t>
            </w:r>
            <w:r>
              <w:rPr>
                <w:rFonts w:ascii="Corbel" w:hAnsi="Corbel"/>
                <w:b w:val="0"/>
                <w:smallCaps w:val="0"/>
              </w:rPr>
              <w:t xml:space="preserve">języka specjalistycznego (terminologia stosowana w naukach o polityce i administracji oraz nauce o bezpieczeństwie).  </w:t>
            </w:r>
          </w:p>
        </w:tc>
        <w:tc>
          <w:tcPr>
            <w:tcW w:w="1865" w:type="dxa"/>
          </w:tcPr>
          <w:p w:rsidRPr="009D09D5" w:rsidR="00416146" w:rsidP="00416146" w:rsidRDefault="00416146" w14:paraId="301A72B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</w:rPr>
              <w:t>U02</w:t>
            </w:r>
          </w:p>
        </w:tc>
      </w:tr>
      <w:tr xmlns:wp14="http://schemas.microsoft.com/office/word/2010/wordml" w:rsidRPr="009C54AE" w:rsidR="00416146" w:rsidTr="00416146" w14:paraId="3332B0EA" wp14:textId="77777777">
        <w:tc>
          <w:tcPr>
            <w:tcW w:w="1681" w:type="dxa"/>
          </w:tcPr>
          <w:p w:rsidRPr="009D09D5" w:rsidR="00416146" w:rsidP="00416146" w:rsidRDefault="00416146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:rsidRPr="009D09D5" w:rsidR="00416146" w:rsidP="00416146" w:rsidRDefault="00416146" w14:paraId="47DDC23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 xml:space="preserve">Posiada podstawową umiejętność przygotowania </w:t>
            </w:r>
            <w:r>
              <w:rPr>
                <w:rFonts w:ascii="Corbel" w:hAnsi="Corbel"/>
                <w:b w:val="0"/>
                <w:smallCaps w:val="0"/>
              </w:rPr>
              <w:t>prezentacji/</w:t>
            </w:r>
            <w:r w:rsidRPr="009D09D5">
              <w:rPr>
                <w:rFonts w:ascii="Corbel" w:hAnsi="Corbel"/>
                <w:b w:val="0"/>
                <w:smallCaps w:val="0"/>
              </w:rPr>
              <w:t>wystąpień ustnych w języku angielskim o</w:t>
            </w:r>
            <w:r>
              <w:rPr>
                <w:rFonts w:ascii="Corbel" w:hAnsi="Corbel"/>
                <w:b w:val="0"/>
                <w:smallCaps w:val="0"/>
              </w:rPr>
              <w:t xml:space="preserve">raz krótkich prac pisemnych z </w:t>
            </w:r>
            <w:r w:rsidRPr="009D09D5">
              <w:rPr>
                <w:rFonts w:ascii="Corbel" w:hAnsi="Corbel"/>
                <w:b w:val="0"/>
                <w:smallCaps w:val="0"/>
              </w:rPr>
              <w:t>uwzględnieniem</w:t>
            </w:r>
            <w:r>
              <w:rPr>
                <w:rFonts w:ascii="Corbel" w:hAnsi="Corbel"/>
                <w:b w:val="0"/>
                <w:smallCaps w:val="0"/>
              </w:rPr>
              <w:t xml:space="preserve"> terminologii właściwej nauce o bezpieczeństwie. </w:t>
            </w:r>
          </w:p>
        </w:tc>
        <w:tc>
          <w:tcPr>
            <w:tcW w:w="1865" w:type="dxa"/>
          </w:tcPr>
          <w:p w:rsidRPr="009D09D5" w:rsidR="00416146" w:rsidP="00416146" w:rsidRDefault="00416146" w14:paraId="1D567F71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</w:rPr>
              <w:t>U03</w:t>
            </w:r>
          </w:p>
        </w:tc>
      </w:tr>
      <w:tr xmlns:wp14="http://schemas.microsoft.com/office/word/2010/wordml" w:rsidRPr="009C54AE" w:rsidR="00416146" w:rsidTr="00416146" w14:paraId="1C8E7FC0" wp14:textId="77777777">
        <w:tc>
          <w:tcPr>
            <w:tcW w:w="1681" w:type="dxa"/>
          </w:tcPr>
          <w:p w:rsidRPr="009D09D5" w:rsidR="00416146" w:rsidP="00416146" w:rsidRDefault="00416146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:rsidRPr="009D09D5" w:rsidR="00416146" w:rsidP="00416146" w:rsidRDefault="00416146" w14:paraId="28683456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lang w:eastAsia="pl-PL"/>
              </w:rPr>
            </w:pPr>
            <w:r w:rsidRPr="009D09D5">
              <w:rPr>
                <w:rFonts w:ascii="Corbel" w:hAnsi="Corbel" w:eastAsia="Times New Roman"/>
                <w:sz w:val="24"/>
                <w:lang w:eastAsia="pl-PL"/>
              </w:rPr>
              <w:t>Jest przygotowany do uczestnictw</w:t>
            </w:r>
            <w:r>
              <w:rPr>
                <w:rFonts w:ascii="Corbel" w:hAnsi="Corbel" w:eastAsia="Times New Roman"/>
                <w:sz w:val="24"/>
                <w:lang w:eastAsia="pl-PL"/>
              </w:rPr>
              <w:t>a w programach wymiany studenckiej</w:t>
            </w:r>
            <w:r w:rsidRPr="009D09D5">
              <w:rPr>
                <w:rFonts w:ascii="Corbel" w:hAnsi="Corbel" w:eastAsia="Times New Roman"/>
                <w:sz w:val="24"/>
                <w:lang w:eastAsia="pl-PL"/>
              </w:rPr>
              <w:t xml:space="preserve"> </w:t>
            </w:r>
            <w:r>
              <w:rPr>
                <w:rFonts w:ascii="Corbel" w:hAnsi="Corbel" w:eastAsia="Times New Roman"/>
                <w:sz w:val="24"/>
                <w:lang w:eastAsia="pl-PL"/>
              </w:rPr>
              <w:t xml:space="preserve">w tym </w:t>
            </w:r>
            <w:r w:rsidRPr="009D09D5">
              <w:rPr>
                <w:rFonts w:ascii="Corbel" w:hAnsi="Corbel" w:eastAsia="Times New Roman"/>
                <w:sz w:val="24"/>
                <w:lang w:eastAsia="pl-PL"/>
              </w:rPr>
              <w:t xml:space="preserve">w </w:t>
            </w:r>
            <w:r>
              <w:rPr>
                <w:rFonts w:ascii="Corbel" w:hAnsi="Corbel" w:eastAsia="Times New Roman"/>
                <w:sz w:val="24"/>
                <w:lang w:eastAsia="pl-PL"/>
              </w:rPr>
              <w:t xml:space="preserve">ramach Programu Erasmus+, a także aktywnego udziału w konferencjach międzynarodowych i seminariach (z referatem/posterem/prezentacją). </w:t>
            </w:r>
          </w:p>
        </w:tc>
        <w:tc>
          <w:tcPr>
            <w:tcW w:w="1865" w:type="dxa"/>
          </w:tcPr>
          <w:p w:rsidRPr="009D09D5" w:rsidR="00416146" w:rsidP="00416146" w:rsidRDefault="00416146" w14:paraId="112259C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</w:rPr>
              <w:t>K03</w:t>
            </w:r>
          </w:p>
        </w:tc>
      </w:tr>
    </w:tbl>
    <w:p xmlns:wp14="http://schemas.microsoft.com/office/word/2010/wordml" w:rsidRPr="009C54AE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3CF2D8B6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0FB78278" wp14:textId="77777777">
        <w:tc>
          <w:tcPr>
            <w:tcW w:w="9639" w:type="dxa"/>
          </w:tcPr>
          <w:p w:rsidRPr="009C54AE" w:rsidR="0085747A" w:rsidP="009C54AE" w:rsidRDefault="0085747A" w14:paraId="1FC39945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5747A" w:rsidTr="00923D7D" w14:paraId="0562CB0E" wp14:textId="77777777">
        <w:tc>
          <w:tcPr>
            <w:tcW w:w="9639" w:type="dxa"/>
          </w:tcPr>
          <w:p w:rsidRPr="009C54AE" w:rsidR="0085747A" w:rsidP="009C54AE" w:rsidRDefault="0085747A" w14:paraId="34CE0A41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5747A" w:rsidTr="00923D7D" w14:paraId="62EBF3C5" wp14:textId="77777777">
        <w:tc>
          <w:tcPr>
            <w:tcW w:w="9639" w:type="dxa"/>
          </w:tcPr>
          <w:p w:rsidRPr="009C54AE" w:rsidR="0085747A" w:rsidP="009C54AE" w:rsidRDefault="0085747A" w14:paraId="6D98A12B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2946DB82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5997CC1D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416146" w14:paraId="55225495" wp14:textId="77777777">
        <w:tc>
          <w:tcPr>
            <w:tcW w:w="9520" w:type="dxa"/>
          </w:tcPr>
          <w:p w:rsidRPr="000F44F4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F44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120FFD" w:rsidR="0085747A" w:rsidTr="00416146" w14:paraId="63834A0E" wp14:textId="77777777">
        <w:tc>
          <w:tcPr>
            <w:tcW w:w="9520" w:type="dxa"/>
          </w:tcPr>
          <w:p w:rsidRPr="00416146" w:rsidR="0085747A" w:rsidP="00416146" w:rsidRDefault="00416146" w14:paraId="62AF79A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 xml:space="preserve">Academic English – introduction. English for academic purpose </w:t>
            </w:r>
          </w:p>
        </w:tc>
      </w:tr>
      <w:tr xmlns:wp14="http://schemas.microsoft.com/office/word/2010/wordml" w:rsidRPr="00120FFD" w:rsidR="0085747A" w:rsidTr="00416146" w14:paraId="27BB0FE4" wp14:textId="77777777">
        <w:tc>
          <w:tcPr>
            <w:tcW w:w="9520" w:type="dxa"/>
          </w:tcPr>
          <w:p w:rsidRPr="00416146" w:rsidR="0085747A" w:rsidP="00416146" w:rsidRDefault="00416146" w14:paraId="11E0DAE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>To know the world better. Introduction to international relations and internation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al security system terminology </w:t>
            </w:r>
          </w:p>
        </w:tc>
      </w:tr>
      <w:tr xmlns:wp14="http://schemas.microsoft.com/office/word/2010/wordml" w:rsidRPr="00120FFD" w:rsidR="00416146" w:rsidTr="00416146" w14:paraId="4E5E467E" wp14:textId="77777777">
        <w:tc>
          <w:tcPr>
            <w:tcW w:w="9520" w:type="dxa"/>
          </w:tcPr>
          <w:p w:rsidR="00416146" w:rsidP="009C54AE" w:rsidRDefault="00416146" w14:paraId="4E0C2EB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Presentation skills. How to give best presentation ever? </w:t>
            </w:r>
          </w:p>
        </w:tc>
      </w:tr>
      <w:tr xmlns:wp14="http://schemas.microsoft.com/office/word/2010/wordml" w:rsidRPr="00416146" w:rsidR="00E11EB4" w:rsidTr="00416146" w14:paraId="703B4ADA" wp14:textId="77777777">
        <w:tc>
          <w:tcPr>
            <w:tcW w:w="9520" w:type="dxa"/>
          </w:tcPr>
          <w:p w:rsidR="00E11EB4" w:rsidP="009C54AE" w:rsidRDefault="00E11EB4" w14:paraId="2BB777F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E11EB4">
              <w:rPr>
                <w:rFonts w:ascii="Corbel" w:hAnsi="Corbel"/>
                <w:sz w:val="24"/>
                <w:szCs w:val="24"/>
                <w:lang w:val="en-US"/>
              </w:rPr>
              <w:t>Democratic principles and institutions</w:t>
            </w:r>
          </w:p>
        </w:tc>
      </w:tr>
      <w:tr xmlns:wp14="http://schemas.microsoft.com/office/word/2010/wordml" w:rsidRPr="00E11EB4" w:rsidR="0085747A" w:rsidTr="00416146" w14:paraId="117EBB72" wp14:textId="77777777">
        <w:tc>
          <w:tcPr>
            <w:tcW w:w="9520" w:type="dxa"/>
          </w:tcPr>
          <w:p w:rsidRPr="00416146" w:rsidR="0085747A" w:rsidP="00E11EB4" w:rsidRDefault="00E11EB4" w14:paraId="6A3758F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Civil society </w:t>
            </w:r>
          </w:p>
        </w:tc>
      </w:tr>
      <w:tr xmlns:wp14="http://schemas.microsoft.com/office/word/2010/wordml" w:rsidRPr="00120FFD" w:rsidR="00416146" w:rsidTr="00416146" w14:paraId="045F6914" wp14:textId="77777777">
        <w:tc>
          <w:tcPr>
            <w:tcW w:w="9520" w:type="dxa"/>
          </w:tcPr>
          <w:p w:rsidR="00416146" w:rsidP="009C54AE" w:rsidRDefault="00416146" w14:paraId="7A7EB7C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>Society and its role in internal security system building</w:t>
            </w:r>
          </w:p>
        </w:tc>
      </w:tr>
      <w:tr xmlns:wp14="http://schemas.microsoft.com/office/word/2010/wordml" w:rsidRPr="00120FFD" w:rsidR="00416146" w:rsidTr="00416146" w14:paraId="31B4A3BB" wp14:textId="77777777">
        <w:tc>
          <w:tcPr>
            <w:tcW w:w="9520" w:type="dxa"/>
          </w:tcPr>
          <w:p w:rsidRPr="00416146" w:rsidR="00416146" w:rsidP="009C54AE" w:rsidRDefault="00416146" w14:paraId="4F8D5B3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Public participation and social trust</w:t>
            </w:r>
          </w:p>
        </w:tc>
      </w:tr>
      <w:tr xmlns:wp14="http://schemas.microsoft.com/office/word/2010/wordml" w:rsidRPr="00416146" w:rsidR="00416146" w:rsidTr="00416146" w14:paraId="502F5482" wp14:textId="77777777">
        <w:tc>
          <w:tcPr>
            <w:tcW w:w="9520" w:type="dxa"/>
          </w:tcPr>
          <w:p w:rsidRPr="00416146" w:rsidR="00416146" w:rsidP="009C54AE" w:rsidRDefault="00416146" w14:paraId="4BF865E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16146">
              <w:rPr>
                <w:rFonts w:ascii="Corbel" w:hAnsi="Corbel"/>
                <w:sz w:val="24"/>
                <w:szCs w:val="24"/>
                <w:lang w:val="en-US"/>
              </w:rPr>
              <w:t xml:space="preserve">Election and its importance </w:t>
            </w:r>
          </w:p>
        </w:tc>
      </w:tr>
      <w:tr xmlns:wp14="http://schemas.microsoft.com/office/word/2010/wordml" w:rsidRPr="00120FFD" w:rsidR="00416146" w:rsidTr="00416146" w14:paraId="2B563460" wp14:textId="77777777">
        <w:tc>
          <w:tcPr>
            <w:tcW w:w="9520" w:type="dxa"/>
          </w:tcPr>
          <w:p w:rsidRPr="00416146" w:rsidR="00416146" w:rsidP="00416146" w:rsidRDefault="00416146" w14:paraId="0583ABC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16146">
              <w:rPr>
                <w:rFonts w:ascii="Corbel" w:hAnsi="Corbel"/>
                <w:sz w:val="24"/>
                <w:szCs w:val="24"/>
                <w:lang w:val="en-US"/>
              </w:rPr>
              <w:t xml:space="preserve">Migrations in contemporary world. The refugee crisis. </w:t>
            </w:r>
          </w:p>
        </w:tc>
      </w:tr>
      <w:tr xmlns:wp14="http://schemas.microsoft.com/office/word/2010/wordml" w:rsidRPr="00416146" w:rsidR="00416146" w:rsidTr="00416146" w14:paraId="3865AD96" wp14:textId="77777777">
        <w:tc>
          <w:tcPr>
            <w:tcW w:w="9520" w:type="dxa"/>
          </w:tcPr>
          <w:p w:rsidRPr="00416146" w:rsidR="00416146" w:rsidP="00416146" w:rsidRDefault="00416146" w14:paraId="2BA3949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Global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growth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and development </w:t>
            </w:r>
          </w:p>
        </w:tc>
      </w:tr>
      <w:tr xmlns:wp14="http://schemas.microsoft.com/office/word/2010/wordml" w:rsidRPr="00416146" w:rsidR="00416146" w:rsidTr="00416146" w14:paraId="07E51CE7" wp14:textId="77777777">
        <w:tc>
          <w:tcPr>
            <w:tcW w:w="9520" w:type="dxa"/>
          </w:tcPr>
          <w:p w:rsidRPr="00416146" w:rsidR="00416146" w:rsidP="00416146" w:rsidRDefault="00416146" w14:paraId="41B1453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6146">
              <w:rPr>
                <w:rFonts w:ascii="Corbel" w:hAnsi="Corbel"/>
                <w:sz w:val="24"/>
                <w:szCs w:val="24"/>
              </w:rPr>
              <w:t>Problems</w:t>
            </w:r>
            <w:proofErr w:type="spellEnd"/>
            <w:r w:rsidRPr="00416146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416146">
              <w:rPr>
                <w:rFonts w:ascii="Corbel" w:hAnsi="Corbel"/>
                <w:sz w:val="24"/>
                <w:szCs w:val="24"/>
              </w:rPr>
              <w:t>environmental</w:t>
            </w:r>
            <w:proofErr w:type="spellEnd"/>
            <w:r w:rsidRPr="0041614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16146">
              <w:rPr>
                <w:rFonts w:ascii="Corbel" w:hAnsi="Corbel"/>
                <w:sz w:val="24"/>
                <w:szCs w:val="24"/>
              </w:rPr>
              <w:t>security</w:t>
            </w:r>
            <w:proofErr w:type="spellEnd"/>
          </w:p>
        </w:tc>
      </w:tr>
    </w:tbl>
    <w:p xmlns:wp14="http://schemas.microsoft.com/office/word/2010/wordml" w:rsidRPr="00416146" w:rsidR="0085747A" w:rsidP="009C54AE" w:rsidRDefault="0085747A" w14:paraId="110FFD37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53C41" w:rsidR="00E21E7D" w:rsidP="009C54AE" w:rsidRDefault="00153C41" w14:paraId="06512FFB" wp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Pr="00153C41" w:rsidR="0085747A">
        <w:rPr>
          <w:rFonts w:ascii="Corbel" w:hAnsi="Corbel"/>
          <w:b w:val="0"/>
          <w:smallCaps w:val="0"/>
          <w:sz w:val="20"/>
          <w:szCs w:val="20"/>
        </w:rPr>
        <w:t>p</w:t>
      </w:r>
      <w:r w:rsidRPr="00153C41" w:rsidR="0085747A">
        <w:rPr>
          <w:rFonts w:ascii="Corbel" w:hAnsi="Corbel"/>
          <w:sz w:val="20"/>
          <w:szCs w:val="20"/>
        </w:rPr>
        <w:t>.:</w:t>
      </w:r>
      <w:r w:rsidRPr="00153C41" w:rsidR="00923D7D">
        <w:rPr>
          <w:rFonts w:ascii="Corbel" w:hAnsi="Corbel"/>
          <w:sz w:val="20"/>
          <w:szCs w:val="20"/>
        </w:rPr>
        <w:t xml:space="preserve"> </w:t>
      </w:r>
    </w:p>
    <w:p xmlns:wp14="http://schemas.microsoft.com/office/word/2010/wordml" w:rsidR="00153C41" w:rsidP="009C54AE" w:rsidRDefault="00153C41" w14:paraId="7FB0AC1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xmlns:wp14="http://schemas.microsoft.com/office/word/2010/wordml" w:rsidR="00153C41" w:rsidP="009C54AE" w:rsidRDefault="00153C41" w14:paraId="3585243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xmlns:wp14="http://schemas.microsoft.com/office/word/2010/wordml" w:rsidRPr="00153C41" w:rsidR="0085747A" w:rsidP="009C54AE" w:rsidRDefault="00153C41" w14:paraId="34C922DF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xmlns:wp14="http://schemas.microsoft.com/office/word/2010/wordml" w:rsidRPr="009C54AE" w:rsidR="0085747A" w:rsidP="009C54AE" w:rsidRDefault="0085747A" w14:paraId="3FE9F23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F44F4" w:rsidR="00E960BB" w:rsidP="009C54AE" w:rsidRDefault="00EC5DFA" w14:paraId="474235E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- analiza tekstów – tłumaczenie i dyskusja </w:t>
      </w:r>
    </w:p>
    <w:p xmlns:wp14="http://schemas.microsoft.com/office/word/2010/wordml" w:rsidRPr="000F44F4" w:rsidR="000F44F4" w:rsidP="009C54AE" w:rsidRDefault="000F44F4" w14:paraId="4D9BE423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0F44F4">
        <w:rPr>
          <w:rFonts w:ascii="Corbel" w:hAnsi="Corbel"/>
          <w:b w:val="0"/>
          <w:smallCaps w:val="0"/>
          <w:szCs w:val="24"/>
        </w:rPr>
        <w:t xml:space="preserve">- praca w grupach podczas zajęć </w:t>
      </w:r>
    </w:p>
    <w:p xmlns:wp14="http://schemas.microsoft.com/office/word/2010/wordml" w:rsidR="00E960BB" w:rsidP="009C54AE" w:rsidRDefault="00E960BB" w14:paraId="1F72F646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960BB" w:rsidP="009C54AE" w:rsidRDefault="00E960BB" w14:paraId="08CE6F91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1CDCEAD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6BB9E25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000F44F4" w14:paraId="3CD72C34" wp14:textId="77777777">
        <w:tc>
          <w:tcPr>
            <w:tcW w:w="1962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0F44F4" w:rsidTr="000F44F4" w14:paraId="7D4AA33A" wp14:textId="77777777">
        <w:tc>
          <w:tcPr>
            <w:tcW w:w="1962" w:type="dxa"/>
          </w:tcPr>
          <w:p w:rsidRPr="009D09D5" w:rsidR="000F44F4" w:rsidP="000F44F4" w:rsidRDefault="00C649DC" w14:paraId="5AD44181" wp14:textId="7777777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D09D5">
              <w:rPr>
                <w:rFonts w:ascii="Corbel" w:hAnsi="Corbel"/>
                <w:b w:val="0"/>
              </w:rPr>
              <w:t>EK_ 01</w:t>
            </w:r>
          </w:p>
        </w:tc>
        <w:tc>
          <w:tcPr>
            <w:tcW w:w="5441" w:type="dxa"/>
          </w:tcPr>
          <w:p w:rsidR="00A361AB" w:rsidP="00A361AB" w:rsidRDefault="00A361AB" w14:paraId="37CF64C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:rsidR="00A361AB" w:rsidP="00A361AB" w:rsidRDefault="00A361AB" w14:paraId="58D22D6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:rsidR="00A361AB" w:rsidP="00A361AB" w:rsidRDefault="00A361AB" w14:paraId="6E771A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:rsidRPr="00C649DC" w:rsidR="000F44F4" w:rsidP="00A361AB" w:rsidRDefault="00A361AB" w14:paraId="07904E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 obserwacja w trakcie zajęć</w:t>
            </w:r>
            <w:r w:rsidR="00C649D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2117" w:type="dxa"/>
          </w:tcPr>
          <w:p w:rsidRPr="009D09D5" w:rsidR="000F44F4" w:rsidP="000F44F4" w:rsidRDefault="000F44F4" w14:paraId="6AD877E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xmlns:wp14="http://schemas.microsoft.com/office/word/2010/wordml" w:rsidRPr="009C54AE" w:rsidR="0085747A" w:rsidTr="000F44F4" w14:paraId="062824EF" wp14:textId="77777777">
        <w:trPr>
          <w:trHeight w:val="58"/>
        </w:trPr>
        <w:tc>
          <w:tcPr>
            <w:tcW w:w="1962" w:type="dxa"/>
          </w:tcPr>
          <w:p w:rsidRPr="009C54AE" w:rsidR="0085747A" w:rsidP="009C54AE" w:rsidRDefault="00C649DC" w14:paraId="7E00188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441" w:type="dxa"/>
          </w:tcPr>
          <w:p w:rsidR="00A361AB" w:rsidP="00A361AB" w:rsidRDefault="00A361AB" w14:paraId="49C16F3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:rsidR="00A361AB" w:rsidP="00A361AB" w:rsidRDefault="00A361AB" w14:paraId="056C01C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:rsidR="00A361AB" w:rsidP="00A361AB" w:rsidRDefault="00A361AB" w14:paraId="2427157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:rsidRPr="00C649DC" w:rsidR="0085747A" w:rsidP="00A361AB" w:rsidRDefault="00A361AB" w14:paraId="74D00C8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 obserwacja w trakcie zajęć</w:t>
            </w:r>
            <w:r w:rsidR="00C649D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2117" w:type="dxa"/>
          </w:tcPr>
          <w:p w:rsidRPr="009C54AE" w:rsidR="0085747A" w:rsidP="009C54AE" w:rsidRDefault="00C649DC" w14:paraId="7F626B5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xmlns:wp14="http://schemas.microsoft.com/office/word/2010/wordml" w:rsidRPr="009C54AE" w:rsidR="00C649DC" w:rsidTr="000F44F4" w14:paraId="67E75D55" wp14:textId="77777777">
        <w:trPr>
          <w:trHeight w:val="58"/>
        </w:trPr>
        <w:tc>
          <w:tcPr>
            <w:tcW w:w="1962" w:type="dxa"/>
          </w:tcPr>
          <w:p w:rsidRPr="009C54AE" w:rsidR="00C649DC" w:rsidP="009C54AE" w:rsidRDefault="00C649DC" w14:paraId="17267E2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1" w:type="dxa"/>
          </w:tcPr>
          <w:p w:rsidR="00A361AB" w:rsidP="00A361AB" w:rsidRDefault="00A361AB" w14:paraId="387F5DC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:rsidR="00A361AB" w:rsidP="00A361AB" w:rsidRDefault="00A361AB" w14:paraId="61665F9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:rsidR="00A361AB" w:rsidP="00A361AB" w:rsidRDefault="00A361AB" w14:paraId="78FCE71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:rsidRPr="00C649DC" w:rsidR="00C649DC" w:rsidP="00A361AB" w:rsidRDefault="00A361AB" w14:paraId="1312CF4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 obserwacja w trakcie zajęć</w:t>
            </w:r>
            <w:r w:rsidR="00C649D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2117" w:type="dxa"/>
          </w:tcPr>
          <w:p w:rsidRPr="009C54AE" w:rsidR="00C649DC" w:rsidP="009C54AE" w:rsidRDefault="00C649DC" w14:paraId="04C6456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>ćwiczenia</w:t>
            </w:r>
          </w:p>
        </w:tc>
      </w:tr>
      <w:tr xmlns:wp14="http://schemas.microsoft.com/office/word/2010/wordml" w:rsidRPr="009C54AE" w:rsidR="00C649DC" w:rsidTr="000F44F4" w14:paraId="1E504F3D" wp14:textId="77777777">
        <w:trPr>
          <w:trHeight w:val="58"/>
        </w:trPr>
        <w:tc>
          <w:tcPr>
            <w:tcW w:w="1962" w:type="dxa"/>
          </w:tcPr>
          <w:p w:rsidR="00C649DC" w:rsidP="009C54AE" w:rsidRDefault="00C649DC" w14:paraId="09C04E8A" wp14:textId="7777777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lastRenderedPageBreak/>
              <w:t>EK_ 04</w:t>
            </w:r>
          </w:p>
        </w:tc>
        <w:tc>
          <w:tcPr>
            <w:tcW w:w="5441" w:type="dxa"/>
          </w:tcPr>
          <w:p w:rsidR="00A361AB" w:rsidP="00A361AB" w:rsidRDefault="00A361AB" w14:paraId="42340C0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:rsidR="00A361AB" w:rsidP="00A361AB" w:rsidRDefault="00A361AB" w14:paraId="03C6508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:rsidR="00A361AB" w:rsidP="00A361AB" w:rsidRDefault="00A361AB" w14:paraId="6A5F95D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:rsidRPr="00C649DC" w:rsidR="00C649DC" w:rsidP="00A361AB" w:rsidRDefault="00A361AB" w14:paraId="7F61D4D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 obserwacja w trakcie zajęć</w:t>
            </w:r>
            <w:r w:rsidR="00C649D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2117" w:type="dxa"/>
          </w:tcPr>
          <w:p w:rsidRPr="009C54AE" w:rsidR="00C649DC" w:rsidP="009C54AE" w:rsidRDefault="00C649DC" w14:paraId="23CA83C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xmlns:wp14="http://schemas.microsoft.com/office/word/2010/wordml" w:rsidRPr="009C54AE" w:rsidR="00923D7D" w:rsidP="009C54AE" w:rsidRDefault="00923D7D" w14:paraId="23DE523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52E56223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4B5EFFC2" wp14:textId="77777777">
        <w:tc>
          <w:tcPr>
            <w:tcW w:w="9670" w:type="dxa"/>
          </w:tcPr>
          <w:p w:rsidRPr="00A361AB" w:rsidR="00A361AB" w:rsidP="00A361AB" w:rsidRDefault="00A361AB" w14:paraId="1CDDA1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61AB">
              <w:rPr>
                <w:rFonts w:ascii="Corbel" w:hAnsi="Corbel"/>
                <w:b w:val="0"/>
                <w:smallCaps w:val="0"/>
                <w:szCs w:val="24"/>
              </w:rPr>
              <w:t xml:space="preserve">Na uzyskanie zaliczenia z przedmiotu składają się następujące elementy: </w:t>
            </w:r>
          </w:p>
          <w:p w:rsidRPr="00A361AB" w:rsidR="00A361AB" w:rsidP="00A361AB" w:rsidRDefault="00A361AB" w14:paraId="078996A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61AB">
              <w:rPr>
                <w:rFonts w:ascii="Corbel" w:hAnsi="Corbel"/>
                <w:b w:val="0"/>
                <w:smallCaps w:val="0"/>
                <w:szCs w:val="24"/>
              </w:rPr>
              <w:t xml:space="preserve">a) aktywność podczas zajęć  </w:t>
            </w:r>
          </w:p>
          <w:p w:rsidRPr="00A361AB" w:rsidR="00A361AB" w:rsidP="00A361AB" w:rsidRDefault="00A361AB" w14:paraId="2341413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61AB">
              <w:rPr>
                <w:rFonts w:ascii="Corbel" w:hAnsi="Corbel"/>
                <w:b w:val="0"/>
                <w:smallCaps w:val="0"/>
                <w:szCs w:val="24"/>
              </w:rPr>
              <w:t xml:space="preserve">b) przygotowanie zespołowej prezentacji zaliczeniowej oraz jej przedstawienie (prezentacja multimedialna/wygłoszony referat) – możliwość uzyskania ocen: dostateczna lub dostateczna plus </w:t>
            </w:r>
          </w:p>
          <w:p w:rsidRPr="009C54AE" w:rsidR="0085747A" w:rsidP="00A361AB" w:rsidRDefault="00A361AB" w14:paraId="55588A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61AB">
              <w:rPr>
                <w:rFonts w:ascii="Corbel" w:hAnsi="Corbel"/>
                <w:b w:val="0"/>
                <w:smallCaps w:val="0"/>
                <w:szCs w:val="24"/>
              </w:rPr>
              <w:t xml:space="preserve">c) test dla osób chętnych chcących uzyskać ocenę: dobrą, dobrą plus lub bardzo dobrą.  </w:t>
            </w:r>
          </w:p>
        </w:tc>
      </w:tr>
    </w:tbl>
    <w:p xmlns:wp14="http://schemas.microsoft.com/office/word/2010/wordml" w:rsidRPr="009C54AE" w:rsidR="0085747A" w:rsidP="009C54AE" w:rsidRDefault="0085747A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5043CB0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9C54AE" w:rsidR="0085747A" w:rsidTr="00794946" w14:paraId="63D9DE79" wp14:textId="77777777">
        <w:tc>
          <w:tcPr>
            <w:tcW w:w="490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794946" w:rsidTr="00794946" w14:paraId="110FDCF0" wp14:textId="77777777">
        <w:tc>
          <w:tcPr>
            <w:tcW w:w="4902" w:type="dxa"/>
          </w:tcPr>
          <w:p w:rsidRPr="009C54AE" w:rsidR="00794946" w:rsidP="00794946" w:rsidRDefault="00794946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794946" w:rsidP="00794946" w:rsidRDefault="00794946" w14:paraId="423D4B9D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794946" w:rsidTr="00794946" w14:paraId="5AE299BC" wp14:textId="77777777">
        <w:tc>
          <w:tcPr>
            <w:tcW w:w="4902" w:type="dxa"/>
          </w:tcPr>
          <w:p w:rsidRPr="009C54AE" w:rsidR="00794946" w:rsidP="00794946" w:rsidRDefault="00794946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794946" w:rsidP="00794946" w:rsidRDefault="00794946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9C54AE" w:rsidR="00794946" w:rsidP="00794946" w:rsidRDefault="00424E68" w14:paraId="2598DEE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xmlns:wp14="http://schemas.microsoft.com/office/word/2010/wordml" w:rsidRPr="009C54AE" w:rsidR="00794946" w:rsidTr="00794946" w14:paraId="0404EDF5" wp14:textId="77777777">
        <w:tc>
          <w:tcPr>
            <w:tcW w:w="4902" w:type="dxa"/>
          </w:tcPr>
          <w:p w:rsidRPr="009C54AE" w:rsidR="00794946" w:rsidP="00794946" w:rsidRDefault="00794946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794946" w:rsidP="00794946" w:rsidRDefault="00794946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9C54AE" w:rsidR="00794946" w:rsidP="00794946" w:rsidRDefault="00424E68" w14:paraId="29B4EA11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xmlns:wp14="http://schemas.microsoft.com/office/word/2010/wordml" w:rsidRPr="009C54AE" w:rsidR="00794946" w:rsidTr="00794946" w14:paraId="0FA22863" wp14:textId="77777777">
        <w:tc>
          <w:tcPr>
            <w:tcW w:w="4902" w:type="dxa"/>
          </w:tcPr>
          <w:p w:rsidRPr="009C54AE" w:rsidR="00794946" w:rsidP="00794946" w:rsidRDefault="00794946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794946" w:rsidP="00794946" w:rsidRDefault="00794946" w14:paraId="4BFDD700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xmlns:wp14="http://schemas.microsoft.com/office/word/2010/wordml" w:rsidRPr="009C54AE" w:rsidR="0085747A" w:rsidTr="00794946" w14:paraId="0C7A4DB3" wp14:textId="77777777">
        <w:tc>
          <w:tcPr>
            <w:tcW w:w="490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9C54AE" w:rsidR="0085747A" w:rsidP="00794946" w:rsidRDefault="00794946" w14:paraId="56B20A0C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0745931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6537F28F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6DFB9E2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85747A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70DF9E5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3E1941" w:rsidP="009C54AE" w:rsidRDefault="003E1941" w14:paraId="44E871B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144A5D23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046EB9" w:rsidR="006477A8" w:rsidTr="002E75F9" w14:paraId="35CCBE4F" wp14:textId="77777777">
        <w:trPr>
          <w:trHeight w:val="397"/>
        </w:trPr>
        <w:tc>
          <w:tcPr>
            <w:tcW w:w="7513" w:type="dxa"/>
          </w:tcPr>
          <w:p w:rsidRPr="007A7F08" w:rsidR="006477A8" w:rsidP="002E75F9" w:rsidRDefault="006477A8" w14:paraId="729C9695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Literatura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podstawowa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:</w:t>
            </w:r>
          </w:p>
          <w:p w:rsidRPr="007A7F08" w:rsidR="006477A8" w:rsidP="002E75F9" w:rsidRDefault="006477A8" w14:paraId="5015EACC" wp14:textId="77777777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 xml:space="preserve">Stephenson H., L. Lansford, P.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>Dummett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 xml:space="preserve">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  <w:lang w:val="en-US"/>
              </w:rPr>
              <w:t>Keynote B2 Upper-Intermediate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 xml:space="preserve">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>TEDTalks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>, National Geographic Learning, 2017.</w:t>
            </w:r>
          </w:p>
          <w:p w:rsidRPr="007A7F08" w:rsidR="006477A8" w:rsidP="002E75F9" w:rsidRDefault="006477A8" w14:paraId="0C70809E" wp14:textId="77777777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Lansford L., P.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Dummett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, H. Stephenson,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 xml:space="preserve">Keynote C1 – ADVANCED,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TEDTalks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, HEINLE, 2017.</w:t>
            </w:r>
          </w:p>
          <w:p w:rsidRPr="007A7F08" w:rsidR="006477A8" w:rsidP="002E75F9" w:rsidRDefault="006477A8" w14:paraId="317644C1" wp14:textId="77777777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lastRenderedPageBreak/>
              <w:t>Sendur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A.M.,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Warecka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A.,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>English For Safety, Security and Law Enforcement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Oficyna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Wydawnicza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AFM,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Kraków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2012. </w:t>
            </w:r>
          </w:p>
          <w:p w:rsidRPr="007A7F08" w:rsidR="006477A8" w:rsidP="002E75F9" w:rsidRDefault="006477A8" w14:paraId="4D28B040" wp14:textId="77777777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Ted. Ideas Worth Spreading, </w:t>
            </w:r>
            <w:hyperlink w:history="1" r:id="rId8">
              <w:r w:rsidRPr="007A7F08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lang w:val="en-US"/>
                </w:rPr>
                <w:t>https://www.ted.com/</w:t>
              </w:r>
            </w:hyperlink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</w:p>
          <w:p w:rsidRPr="007A7F08" w:rsidR="006477A8" w:rsidP="002E75F9" w:rsidRDefault="006477A8" w14:paraId="0B53F737" wp14:textId="77777777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>Belczyk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A. (2004).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>Poradnik tłumacza z angielskiego na nasze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Kraków: Idea. </w:t>
            </w:r>
          </w:p>
        </w:tc>
      </w:tr>
      <w:tr xmlns:wp14="http://schemas.microsoft.com/office/word/2010/wordml" w:rsidRPr="002F32DF" w:rsidR="006477A8" w:rsidTr="002E75F9" w14:paraId="6983C670" wp14:textId="77777777">
        <w:trPr>
          <w:trHeight w:val="397"/>
        </w:trPr>
        <w:tc>
          <w:tcPr>
            <w:tcW w:w="7513" w:type="dxa"/>
          </w:tcPr>
          <w:p w:rsidRPr="007A7F08" w:rsidR="006477A8" w:rsidP="002E75F9" w:rsidRDefault="006477A8" w14:paraId="1616B1D9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lastRenderedPageBreak/>
              <w:t>Literatura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uzupełniająca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 xml:space="preserve">: </w:t>
            </w:r>
          </w:p>
          <w:p w:rsidRPr="007A7F08" w:rsidR="006477A8" w:rsidP="002E75F9" w:rsidRDefault="006477A8" w14:paraId="35545E0E" wp14:textId="77777777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bookmarkStart w:name="_GoBack" w:id="0"/>
            <w:bookmarkEnd w:id="0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Evans V., Dooley J.,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Panagoulakos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N.,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>Career Paths: Security Personnel, Express Publishing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, Level:A1, A2 &amp; B1, ISBN:978-1-4715-3336-5.</w:t>
            </w:r>
          </w:p>
          <w:p w:rsidRPr="007A7F08" w:rsidR="006477A8" w:rsidP="002E75F9" w:rsidRDefault="006477A8" w14:paraId="17F0449D" wp14:textId="77777777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Cierach M.,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>Mindziul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B., Narbutt-Rogalska,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 xml:space="preserve">English for </w:t>
            </w:r>
            <w:proofErr w:type="spellStart"/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>Social</w:t>
            </w:r>
            <w:proofErr w:type="spellEnd"/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 xml:space="preserve"> Science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Wydawnictwo Uniwersytetu Warmińsko-Mazurskiego w Olsztynie, Olsztyn 2015. </w:t>
            </w:r>
          </w:p>
          <w:p w:rsidRPr="007A7F08" w:rsidR="006477A8" w:rsidP="002E75F9" w:rsidRDefault="006477A8" w14:paraId="51D166A0" wp14:textId="77777777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A stronger Europe: a global strategy for the European Union’s foreign and security policy, </w:t>
            </w:r>
            <w:hyperlink w:history="1" r:id="rId9">
              <w:r w:rsidRPr="007A7F08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lang w:val="en-US"/>
                </w:rPr>
                <w:t>https://op.europa.eu/en/publication-detail/-/publication/3eaae2cf-9ac5-11e6-868c-01aa75ed71a1/language-en/format-PDF/source-240494805</w:t>
              </w:r>
            </w:hyperlink>
          </w:p>
          <w:p w:rsidRPr="007A7F08" w:rsidR="006477A8" w:rsidP="002E75F9" w:rsidRDefault="006477A8" w14:paraId="7157FD86" wp14:textId="77777777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Towards a European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defence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union : towards a more united, stronger and more democratic union, </w:t>
            </w:r>
            <w:hyperlink w:history="1" r:id="rId10">
              <w:r w:rsidRPr="007A7F08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lang w:val="en-US"/>
                </w:rPr>
                <w:t>https://op.europa.eu/en/publication-detail/-/publication/d03f7d5c-41e8-11e8-b5fe-01aa75ed71a1/language-en/format-PDF/source-240494859</w:t>
              </w:r>
            </w:hyperlink>
          </w:p>
        </w:tc>
      </w:tr>
    </w:tbl>
    <w:p xmlns:wp14="http://schemas.microsoft.com/office/word/2010/wordml" w:rsidRPr="00B83686" w:rsidR="0085747A" w:rsidP="009C54AE" w:rsidRDefault="0085747A" w14:paraId="738610EB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xmlns:wp14="http://schemas.microsoft.com/office/word/2010/wordml" w:rsidRPr="00B83686" w:rsidR="0085747A" w:rsidP="009C54AE" w:rsidRDefault="0085747A" w14:paraId="637805D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2F098A" w:rsidP="00C16ABF" w:rsidRDefault="002F098A" w14:paraId="463F29E8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F098A" w:rsidP="00C16ABF" w:rsidRDefault="002F098A" w14:paraId="3B7B4B8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2F098A" w:rsidP="00C16ABF" w:rsidRDefault="002F098A" w14:paraId="3A0FF5F2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F098A" w:rsidP="00C16ABF" w:rsidRDefault="002F098A" w14:paraId="5630AD66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341667F"/>
    <w:multiLevelType w:val="hybridMultilevel"/>
    <w:tmpl w:val="DC34751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EB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4F4"/>
    <w:rsid w:val="000F5615"/>
    <w:rsid w:val="00120FFD"/>
    <w:rsid w:val="00124BFF"/>
    <w:rsid w:val="0012560E"/>
    <w:rsid w:val="00126F88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2C3A"/>
    <w:rsid w:val="002B4D55"/>
    <w:rsid w:val="002B5EA0"/>
    <w:rsid w:val="002B6119"/>
    <w:rsid w:val="002C1F06"/>
    <w:rsid w:val="002D3375"/>
    <w:rsid w:val="002D73D4"/>
    <w:rsid w:val="002F02A3"/>
    <w:rsid w:val="002F098A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6146"/>
    <w:rsid w:val="0042244A"/>
    <w:rsid w:val="00424E68"/>
    <w:rsid w:val="0042745A"/>
    <w:rsid w:val="00431D5C"/>
    <w:rsid w:val="0043556F"/>
    <w:rsid w:val="004362C6"/>
    <w:rsid w:val="00437FA2"/>
    <w:rsid w:val="004433F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025"/>
    <w:rsid w:val="00626EFF"/>
    <w:rsid w:val="00627FC9"/>
    <w:rsid w:val="006477A8"/>
    <w:rsid w:val="00647FA8"/>
    <w:rsid w:val="00650C5F"/>
    <w:rsid w:val="00654934"/>
    <w:rsid w:val="006620D9"/>
    <w:rsid w:val="00671958"/>
    <w:rsid w:val="00675843"/>
    <w:rsid w:val="00696477"/>
    <w:rsid w:val="006C4EF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83C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94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31CD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1AB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686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9DC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013A"/>
    <w:rsid w:val="00DE09C0"/>
    <w:rsid w:val="00DE4A14"/>
    <w:rsid w:val="00DF320D"/>
    <w:rsid w:val="00DF71C8"/>
    <w:rsid w:val="00E11EB4"/>
    <w:rsid w:val="00E129B8"/>
    <w:rsid w:val="00E21281"/>
    <w:rsid w:val="00E21E7D"/>
    <w:rsid w:val="00E22FBC"/>
    <w:rsid w:val="00E24BF5"/>
    <w:rsid w:val="00E25338"/>
    <w:rsid w:val="00E41A49"/>
    <w:rsid w:val="00E51E44"/>
    <w:rsid w:val="00E567DD"/>
    <w:rsid w:val="00E63348"/>
    <w:rsid w:val="00E742AA"/>
    <w:rsid w:val="00E77E88"/>
    <w:rsid w:val="00E8107D"/>
    <w:rsid w:val="00E960BB"/>
    <w:rsid w:val="00EA2074"/>
    <w:rsid w:val="00EA3593"/>
    <w:rsid w:val="00EA4832"/>
    <w:rsid w:val="00EA4E9D"/>
    <w:rsid w:val="00EC4899"/>
    <w:rsid w:val="00EC5DFA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0E30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465B4"/>
  <w15:docId w15:val="{6AF4729C-1B1C-4B6E-886E-7E1EB9F8C9D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ted.com/" TargetMode="External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hyperlink" Target="https://op.europa.eu/en/publication-detail/-/publication/d03f7d5c-41e8-11e8-b5fe-01aa75ed71a1/language-en/format-PDF/source-240494859" TargetMode="External" Id="rId10" /><Relationship Type="http://schemas.openxmlformats.org/officeDocument/2006/relationships/settings" Target="settings.xml" Id="rId4" /><Relationship Type="http://schemas.openxmlformats.org/officeDocument/2006/relationships/hyperlink" Target="https://op.europa.eu/en/publication-detail/-/publication/3eaae2cf-9ac5-11e6-868c-01aa75ed71a1/language-en/format-PDF/source-240494805" TargetMode="External" Id="rId9" /><Relationship Type="http://schemas.openxmlformats.org/officeDocument/2006/relationships/customXml" Target="../customXml/item3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A1F4AA-D36F-4D28-AF9A-0E9A589156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E9A046-156D-468F-9C30-0855AF753F47}"/>
</file>

<file path=customXml/itemProps3.xml><?xml version="1.0" encoding="utf-8"?>
<ds:datastoreItem xmlns:ds="http://schemas.openxmlformats.org/officeDocument/2006/customXml" ds:itemID="{5D1953D0-E2AC-4220-B403-3BAFCFA01EA9}"/>
</file>

<file path=customXml/itemProps4.xml><?xml version="1.0" encoding="utf-8"?>
<ds:datastoreItem xmlns:ds="http://schemas.openxmlformats.org/officeDocument/2006/customXml" ds:itemID="{CB6D1EE5-D8F6-4444-883F-A9A5B600C24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Cwynar Katarzyna</cp:lastModifiedBy>
  <cp:revision>14</cp:revision>
  <cp:lastPrinted>2019-02-06T12:12:00Z</cp:lastPrinted>
  <dcterms:created xsi:type="dcterms:W3CDTF">2021-11-06T23:28:00Z</dcterms:created>
  <dcterms:modified xsi:type="dcterms:W3CDTF">2022-03-02T12:35:59Z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